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9B940" w14:textId="77777777" w:rsidR="00903921" w:rsidRPr="00B64DD5" w:rsidRDefault="00903921" w:rsidP="00BE57EA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E246D38" w14:textId="77777777" w:rsidR="0022369B" w:rsidRPr="007C6C4B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en </w:t>
      </w:r>
      <w:r w:rsidR="00C8481E">
        <w:t xml:space="preserve">de </w:t>
      </w:r>
      <w:r w:rsidRPr="007C6C4B">
        <w:t>vaginale zone van het lichaam</w:t>
      </w:r>
      <w:r w:rsidR="008F24FA" w:rsidRPr="007C6C4B">
        <w:t>, d</w:t>
      </w:r>
      <w:r w:rsidR="00C8481E" w:rsidRPr="007C6C4B">
        <w:t>ie</w:t>
      </w:r>
      <w:r w:rsidR="008F24FA" w:rsidRPr="007C6C4B">
        <w:t xml:space="preserve"> voldoet aan de eisen van Belgaqua</w:t>
      </w:r>
      <w:r w:rsidR="00C8481E" w:rsidRPr="007C6C4B">
        <w:t xml:space="preserve">, aan de </w:t>
      </w:r>
      <w:r w:rsidR="006F57F5" w:rsidRPr="007C6C4B">
        <w:t>norm</w:t>
      </w:r>
      <w:r w:rsidR="00C8481E" w:rsidRPr="007C6C4B">
        <w:t>en</w:t>
      </w:r>
      <w:r w:rsidR="006F57F5" w:rsidRPr="007C6C4B">
        <w:t xml:space="preserve"> NBN EN 1717</w:t>
      </w:r>
      <w:r w:rsidR="0068145F" w:rsidRPr="007C6C4B">
        <w:t xml:space="preserve"> </w:t>
      </w:r>
      <w:r w:rsidR="00C8481E" w:rsidRPr="007C6C4B">
        <w:t xml:space="preserve">en </w:t>
      </w:r>
      <w:r w:rsidR="0068145F" w:rsidRPr="007C6C4B">
        <w:t>NBN EN 13077</w:t>
      </w:r>
      <w:r w:rsidR="00C8481E" w:rsidRPr="007C6C4B">
        <w:t>,</w:t>
      </w:r>
      <w:r w:rsidR="008F24FA" w:rsidRPr="007C6C4B">
        <w:t xml:space="preserve"> en </w:t>
      </w:r>
      <w:r w:rsidR="00C8481E" w:rsidRPr="007C6C4B">
        <w:t xml:space="preserve">die </w:t>
      </w:r>
      <w:r w:rsidR="008F24FA" w:rsidRPr="007C6C4B">
        <w:t>een CE-markering heeft</w:t>
      </w:r>
    </w:p>
    <w:p w14:paraId="367ED430" w14:textId="77777777" w:rsidR="005F19EA" w:rsidRPr="007C6C4B" w:rsidRDefault="005F19EA" w:rsidP="00B86FCC">
      <w:pPr>
        <w:pStyle w:val="Bulleted1"/>
        <w:rPr>
          <w:rFonts w:ascii="Arial" w:hAnsi="Arial"/>
        </w:rPr>
      </w:pPr>
      <w:r w:rsidRPr="007C6C4B">
        <w:t>wc-pot zonder spoelrand</w:t>
      </w:r>
      <w:r w:rsidR="004B4D90" w:rsidRPr="007C6C4B">
        <w:t>:</w:t>
      </w:r>
      <w:r w:rsidRPr="007C6C4B">
        <w:t xml:space="preserve"> </w:t>
      </w:r>
      <w:r w:rsidR="004B4D90" w:rsidRPr="007C6C4B">
        <w:t xml:space="preserve">doordat </w:t>
      </w:r>
      <w:r w:rsidRPr="007C6C4B">
        <w:t>het spoelwater</w:t>
      </w:r>
      <w:r w:rsidR="004B4D90" w:rsidRPr="007C6C4B">
        <w:t xml:space="preserve"> </w:t>
      </w:r>
      <w:r w:rsidRPr="007C6C4B">
        <w:t>een draaiende beweging</w:t>
      </w:r>
      <w:r w:rsidR="004B4D90" w:rsidRPr="007C6C4B">
        <w:t xml:space="preserve"> maakt</w:t>
      </w:r>
      <w:r w:rsidRPr="007C6C4B">
        <w:t xml:space="preserve"> in</w:t>
      </w:r>
      <w:r w:rsidR="004B4D90" w:rsidRPr="007C6C4B">
        <w:t xml:space="preserve"> de</w:t>
      </w:r>
      <w:r w:rsidRPr="007C6C4B">
        <w:t xml:space="preserve"> wc-pot</w:t>
      </w:r>
      <w:r w:rsidR="004B4D90" w:rsidRPr="007C6C4B">
        <w:t>, is de spoeling</w:t>
      </w:r>
      <w:r w:rsidRPr="007C6C4B">
        <w:t xml:space="preserve"> akoestisch geoptimaliseerd en hygiënisch</w:t>
      </w:r>
    </w:p>
    <w:p w14:paraId="743D402E" w14:textId="584348C7" w:rsidR="00345407" w:rsidRPr="007C6C4B" w:rsidRDefault="00BF324A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wc-pot met </w:t>
      </w:r>
      <w:r w:rsidR="00345407" w:rsidRPr="007C6C4B">
        <w:rPr>
          <w:rFonts w:ascii="Arial" w:hAnsi="Arial"/>
        </w:rPr>
        <w:t xml:space="preserve">geurextractie </w:t>
      </w:r>
      <w:r w:rsidRPr="007C6C4B">
        <w:rPr>
          <w:rFonts w:ascii="Arial" w:hAnsi="Arial"/>
        </w:rPr>
        <w:t>die de lucht afkomstig van de wc-pot via een</w:t>
      </w:r>
      <w:r w:rsidR="00345407" w:rsidRPr="007C6C4B">
        <w:rPr>
          <w:rFonts w:ascii="Arial" w:hAnsi="Arial"/>
        </w:rPr>
        <w:t xml:space="preserve"> keramische honingraatfilter</w:t>
      </w:r>
      <w:r w:rsidRPr="007C6C4B">
        <w:rPr>
          <w:rFonts w:ascii="Arial" w:hAnsi="Arial"/>
        </w:rPr>
        <w:t xml:space="preserve"> zuivert</w:t>
      </w:r>
    </w:p>
    <w:p w14:paraId="284BD5B5" w14:textId="05D8425A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wc-pot met droging waarvan de sterkte in 5 standen in te stellen is</w:t>
      </w:r>
    </w:p>
    <w:p w14:paraId="54762FA4" w14:textId="60D4ADE0" w:rsidR="00763F19" w:rsidRPr="007C6C4B" w:rsidRDefault="00763F19" w:rsidP="00B86FCC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witte zitting heeft een snel opwarmende zittingsring</w:t>
      </w:r>
      <w:r w:rsidR="00666810" w:rsidRPr="007C6C4B">
        <w:rPr>
          <w:rFonts w:ascii="Arial" w:hAnsi="Arial"/>
        </w:rPr>
        <w:t>, de temperatuur is instelbaar</w:t>
      </w:r>
    </w:p>
    <w:p w14:paraId="3A9EFCEB" w14:textId="7003D069" w:rsidR="005F38EA" w:rsidRPr="007C6C4B" w:rsidRDefault="005F38EA" w:rsidP="00B86FCC">
      <w:pPr>
        <w:pStyle w:val="Bulleted1"/>
        <w:rPr>
          <w:rFonts w:ascii="Arial" w:hAnsi="Arial"/>
        </w:rPr>
      </w:pPr>
      <w:r w:rsidRPr="007C6C4B">
        <w:t>de witte zitting heeft achter het deksel een wit</w:t>
      </w:r>
      <w:r w:rsidR="0078454D" w:rsidRPr="007C6C4B">
        <w:t>te</w:t>
      </w:r>
      <w:r w:rsidRPr="007C6C4B">
        <w:t xml:space="preserve"> of glansverchroomd</w:t>
      </w:r>
      <w:r w:rsidR="0078454D" w:rsidRPr="007C6C4B">
        <w:t>e</w:t>
      </w:r>
      <w:r w:rsidRPr="007C6C4B">
        <w:t xml:space="preserve"> </w:t>
      </w:r>
      <w:r w:rsidR="0078454D" w:rsidRPr="007C6C4B">
        <w:t>band</w:t>
      </w:r>
      <w:r w:rsidRPr="007C6C4B">
        <w:t xml:space="preserve"> </w:t>
      </w:r>
      <w:r w:rsidR="0078454D" w:rsidRPr="007C6C4B">
        <w:t xml:space="preserve">rondom de wc-pot, via de bovenzijde </w:t>
      </w:r>
      <w:r w:rsidR="0067310E">
        <w:t xml:space="preserve">hiervan </w:t>
      </w:r>
      <w:r w:rsidR="0078454D" w:rsidRPr="007C6C4B">
        <w:t>heeft men</w:t>
      </w:r>
      <w:r w:rsidRPr="007C6C4B">
        <w:t xml:space="preserve"> toegang tot de hoofdschakelaar</w:t>
      </w:r>
    </w:p>
    <w:p w14:paraId="0059A827" w14:textId="77777777" w:rsidR="00297424" w:rsidRPr="007C6C4B" w:rsidRDefault="00297424" w:rsidP="00297424">
      <w:pPr>
        <w:pStyle w:val="Heading1"/>
        <w:rPr>
          <w:rFonts w:ascii="Arial" w:hAnsi="Arial"/>
          <w:b/>
        </w:rPr>
      </w:pPr>
      <w:r w:rsidRPr="007C6C4B">
        <w:rPr>
          <w:rFonts w:ascii="Arial" w:hAnsi="Arial"/>
          <w:b/>
        </w:rPr>
        <w:t>Materiaal en eigenschappen</w:t>
      </w:r>
    </w:p>
    <w:p w14:paraId="0A949F69" w14:textId="77777777" w:rsidR="00B86FCC" w:rsidRPr="007C6C4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7C6C4B">
        <w:rPr>
          <w:rFonts w:ascii="Arial" w:hAnsi="Arial"/>
          <w:b/>
          <w:u w:val="none"/>
        </w:rPr>
        <w:t>Materiaal</w:t>
      </w:r>
    </w:p>
    <w:p w14:paraId="02B43E51" w14:textId="77777777" w:rsidR="00F97930" w:rsidRPr="007C6C4B" w:rsidRDefault="00F61D5F" w:rsidP="00F97930">
      <w:pPr>
        <w:pStyle w:val="Bulleted1"/>
        <w:rPr>
          <w:rFonts w:ascii="Arial" w:hAnsi="Arial"/>
        </w:rPr>
      </w:pPr>
      <w:bookmarkStart w:id="0" w:name="_Hlk35937103"/>
      <w:r w:rsidRPr="007C6C4B">
        <w:t xml:space="preserve">keramische </w:t>
      </w:r>
      <w:r w:rsidR="008F24FA" w:rsidRPr="007C6C4B">
        <w:t>diepspoel-wc-pot met vuilafstotend keramisch oppervlak</w:t>
      </w:r>
    </w:p>
    <w:p w14:paraId="57C749A2" w14:textId="77777777" w:rsidR="00EA0165" w:rsidRPr="007C6C4B" w:rsidRDefault="00EA0165" w:rsidP="00F97930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de </w:t>
      </w:r>
      <w:r w:rsidR="00F61D5F" w:rsidRPr="007C6C4B">
        <w:rPr>
          <w:rFonts w:ascii="Arial" w:hAnsi="Arial"/>
        </w:rPr>
        <w:t>zitting is</w:t>
      </w:r>
      <w:r w:rsidRPr="007C6C4B">
        <w:rPr>
          <w:rFonts w:ascii="Arial" w:hAnsi="Arial"/>
        </w:rPr>
        <w:t xml:space="preserve"> van kunststof</w:t>
      </w:r>
    </w:p>
    <w:p w14:paraId="1360C0D9" w14:textId="77777777" w:rsidR="00945AE1" w:rsidRPr="007C6C4B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 w:rsidRPr="007C6C4B">
        <w:rPr>
          <w:rFonts w:ascii="Arial" w:hAnsi="Arial"/>
          <w:b/>
          <w:u w:val="none"/>
        </w:rPr>
        <w:t>Eigenschappen</w:t>
      </w:r>
    </w:p>
    <w:p w14:paraId="01D30520" w14:textId="77777777" w:rsidR="006F57F5" w:rsidRPr="007C6C4B" w:rsidRDefault="006F57F5" w:rsidP="006F57F5">
      <w:pPr>
        <w:pStyle w:val="Bulleted1"/>
      </w:pPr>
      <w:bookmarkStart w:id="2" w:name="_Hlk39050768"/>
      <w:r w:rsidRPr="007C6C4B">
        <w:t>de aanwezigheidssensor detecteert de gebruiker</w:t>
      </w:r>
    </w:p>
    <w:p w14:paraId="17784A42" w14:textId="77777777" w:rsidR="006F57F5" w:rsidRPr="007C6C4B" w:rsidRDefault="006F57F5" w:rsidP="006F57F5">
      <w:pPr>
        <w:pStyle w:val="Bulleted1"/>
      </w:pPr>
      <w:r w:rsidRPr="007C6C4B">
        <w:t xml:space="preserve">de douchearm wordt voor </w:t>
      </w:r>
      <w:r w:rsidR="00901970" w:rsidRPr="007C6C4B">
        <w:t>elk</w:t>
      </w:r>
      <w:r w:rsidRPr="007C6C4B">
        <w:t xml:space="preserve"> gebruik met water gespoeld</w:t>
      </w:r>
    </w:p>
    <w:p w14:paraId="7CC59134" w14:textId="77777777" w:rsidR="006F57F5" w:rsidRPr="007C6C4B" w:rsidRDefault="006F57F5" w:rsidP="006F57F5">
      <w:pPr>
        <w:pStyle w:val="Bulleted1"/>
      </w:pPr>
      <w:r w:rsidRPr="007C6C4B">
        <w:t>de douchearm reinigt met water op lichaamstemperatuur</w:t>
      </w:r>
    </w:p>
    <w:p w14:paraId="426076D2" w14:textId="77777777" w:rsidR="006F57F5" w:rsidRPr="007C6C4B" w:rsidRDefault="006F57F5" w:rsidP="006F57F5">
      <w:pPr>
        <w:pStyle w:val="Bulleted1"/>
      </w:pPr>
      <w:r w:rsidRPr="007C6C4B">
        <w:t xml:space="preserve">de douchearm wordt na </w:t>
      </w:r>
      <w:r w:rsidR="00901970" w:rsidRPr="007C6C4B">
        <w:t xml:space="preserve">elk </w:t>
      </w:r>
      <w:r w:rsidRPr="007C6C4B">
        <w:t>gebruik met water gespoeld</w:t>
      </w:r>
      <w:bookmarkEnd w:id="2"/>
    </w:p>
    <w:p w14:paraId="09BB24BE" w14:textId="565D9E7A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de productie van warm water via</w:t>
      </w:r>
      <w:r w:rsidR="003753C6" w:rsidRPr="007C6C4B">
        <w:rPr>
          <w:rFonts w:ascii="Arial" w:hAnsi="Arial"/>
        </w:rPr>
        <w:t xml:space="preserve"> een hybride systeem met</w:t>
      </w:r>
      <w:r w:rsidRPr="007C6C4B">
        <w:rPr>
          <w:rFonts w:ascii="Arial" w:hAnsi="Arial"/>
        </w:rPr>
        <w:t xml:space="preserve"> doorstroomverwarmer</w:t>
      </w:r>
      <w:r w:rsidR="003753C6" w:rsidRPr="007C6C4B">
        <w:rPr>
          <w:rFonts w:ascii="Arial" w:hAnsi="Arial"/>
        </w:rPr>
        <w:t xml:space="preserve"> en waterverwarmer</w:t>
      </w:r>
    </w:p>
    <w:p w14:paraId="04EFAB24" w14:textId="61D8523B" w:rsidR="00AE5420" w:rsidRPr="007C6C4B" w:rsidRDefault="00AE5420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anale douche met dubbele douchekop</w:t>
      </w:r>
    </w:p>
    <w:p w14:paraId="6B7D4751" w14:textId="0867A3DB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 xml:space="preserve">voor het water de </w:t>
      </w:r>
      <w:r w:rsidR="00544EB7" w:rsidRPr="007C6C4B">
        <w:rPr>
          <w:rFonts w:ascii="Arial" w:hAnsi="Arial"/>
        </w:rPr>
        <w:t xml:space="preserve">twee openingen van </w:t>
      </w:r>
      <w:r w:rsidRPr="007C6C4B">
        <w:rPr>
          <w:rFonts w:ascii="Arial" w:hAnsi="Arial"/>
        </w:rPr>
        <w:t xml:space="preserve">anale douche </w:t>
      </w:r>
      <w:r w:rsidR="008929AC" w:rsidRPr="007C6C4B">
        <w:rPr>
          <w:rFonts w:ascii="Arial" w:hAnsi="Arial"/>
        </w:rPr>
        <w:t xml:space="preserve">verlaat, </w:t>
      </w:r>
      <w:r w:rsidRPr="007C6C4B">
        <w:rPr>
          <w:rFonts w:ascii="Arial" w:hAnsi="Arial"/>
        </w:rPr>
        <w:t xml:space="preserve">wordt het in </w:t>
      </w:r>
      <w:r w:rsidR="00544EB7" w:rsidRPr="007C6C4B">
        <w:rPr>
          <w:rFonts w:ascii="Arial" w:hAnsi="Arial"/>
        </w:rPr>
        <w:t>twee</w:t>
      </w:r>
      <w:r w:rsidRPr="007C6C4B">
        <w:rPr>
          <w:rFonts w:ascii="Arial" w:hAnsi="Arial"/>
        </w:rPr>
        <w:t xml:space="preserve"> bol</w:t>
      </w:r>
      <w:r w:rsidR="00544EB7" w:rsidRPr="007C6C4B">
        <w:rPr>
          <w:rFonts w:ascii="Arial" w:hAnsi="Arial"/>
        </w:rPr>
        <w:t>len</w:t>
      </w:r>
      <w:r w:rsidRPr="007C6C4B">
        <w:rPr>
          <w:rFonts w:ascii="Arial" w:hAnsi="Arial"/>
        </w:rPr>
        <w:t xml:space="preserve"> geïnjecteerd en vermengd met lucht, </w:t>
      </w:r>
      <w:r w:rsidR="00F62A80" w:rsidRPr="007C6C4B">
        <w:rPr>
          <w:rFonts w:ascii="Arial" w:hAnsi="Arial"/>
        </w:rPr>
        <w:t>waardoor</w:t>
      </w:r>
      <w:r w:rsidRPr="007C6C4B">
        <w:rPr>
          <w:rFonts w:ascii="Arial" w:hAnsi="Arial"/>
        </w:rPr>
        <w:t xml:space="preserve"> een draaiende beweging</w:t>
      </w:r>
      <w:r w:rsidR="00C87C4F" w:rsidRPr="007C6C4B">
        <w:rPr>
          <w:rFonts w:ascii="Arial" w:hAnsi="Arial"/>
        </w:rPr>
        <w:t xml:space="preserve"> </w:t>
      </w:r>
      <w:r w:rsidR="00F62A80" w:rsidRPr="007C6C4B">
        <w:rPr>
          <w:rFonts w:ascii="Arial" w:hAnsi="Arial"/>
        </w:rPr>
        <w:t xml:space="preserve">ontstaat </w:t>
      </w:r>
      <w:r w:rsidR="00C87C4F" w:rsidRPr="007C6C4B">
        <w:rPr>
          <w:rFonts w:ascii="Arial" w:hAnsi="Arial"/>
        </w:rPr>
        <w:t xml:space="preserve">en </w:t>
      </w:r>
      <w:r w:rsidR="00DC38AE" w:rsidRPr="007C6C4B">
        <w:rPr>
          <w:rFonts w:ascii="Arial" w:hAnsi="Arial"/>
        </w:rPr>
        <w:t xml:space="preserve">een zachtere </w:t>
      </w:r>
      <w:r w:rsidR="00C87C4F" w:rsidRPr="007C6C4B">
        <w:rPr>
          <w:rFonts w:ascii="Arial" w:hAnsi="Arial"/>
        </w:rPr>
        <w:t xml:space="preserve">straal </w:t>
      </w:r>
      <w:r w:rsidR="00F62A80" w:rsidRPr="007C6C4B">
        <w:rPr>
          <w:rFonts w:ascii="Arial" w:hAnsi="Arial"/>
        </w:rPr>
        <w:t xml:space="preserve">wordt </w:t>
      </w:r>
      <w:r w:rsidR="00DC38AE" w:rsidRPr="007C6C4B">
        <w:rPr>
          <w:rFonts w:ascii="Arial" w:hAnsi="Arial"/>
        </w:rPr>
        <w:t>verk</w:t>
      </w:r>
      <w:r w:rsidR="00A92730" w:rsidRPr="007C6C4B">
        <w:rPr>
          <w:rFonts w:ascii="Arial" w:hAnsi="Arial"/>
        </w:rPr>
        <w:t>r</w:t>
      </w:r>
      <w:r w:rsidR="00F62A80" w:rsidRPr="007C6C4B">
        <w:rPr>
          <w:rFonts w:ascii="Arial" w:hAnsi="Arial"/>
        </w:rPr>
        <w:t>e</w:t>
      </w:r>
      <w:r w:rsidR="00DC38AE" w:rsidRPr="007C6C4B">
        <w:rPr>
          <w:rFonts w:ascii="Arial" w:hAnsi="Arial"/>
        </w:rPr>
        <w:t>gen</w:t>
      </w:r>
    </w:p>
    <w:p w14:paraId="4025D467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 xml:space="preserve">parte </w:t>
      </w:r>
      <w:r w:rsidRPr="007C6C4B">
        <w:rPr>
          <w:rFonts w:ascii="Arial" w:hAnsi="Arial"/>
        </w:rPr>
        <w:t xml:space="preserve">vaginale </w:t>
      </w:r>
      <w:r w:rsidR="006F57F5" w:rsidRPr="007C6C4B">
        <w:rPr>
          <w:rFonts w:ascii="Arial" w:hAnsi="Arial"/>
        </w:rPr>
        <w:t xml:space="preserve">douchekop </w:t>
      </w:r>
      <w:r w:rsidRPr="007C6C4B">
        <w:rPr>
          <w:rFonts w:ascii="Arial" w:hAnsi="Arial"/>
        </w:rPr>
        <w:t xml:space="preserve">die </w:t>
      </w:r>
      <w:r w:rsidR="006F57F5" w:rsidRPr="007C6C4B">
        <w:rPr>
          <w:rFonts w:ascii="Arial" w:hAnsi="Arial"/>
        </w:rPr>
        <w:t xml:space="preserve">in </w:t>
      </w:r>
      <w:r w:rsidRPr="007C6C4B">
        <w:rPr>
          <w:rFonts w:ascii="Arial" w:hAnsi="Arial"/>
        </w:rPr>
        <w:t>rust</w:t>
      </w:r>
      <w:r w:rsidR="006F57F5" w:rsidRPr="007C6C4B">
        <w:rPr>
          <w:rFonts w:ascii="Arial" w:hAnsi="Arial"/>
        </w:rPr>
        <w:t>positie</w:t>
      </w:r>
      <w:r w:rsidRPr="007C6C4B">
        <w:rPr>
          <w:rFonts w:ascii="Arial" w:hAnsi="Arial"/>
        </w:rPr>
        <w:t xml:space="preserve"> onder de anale douchekop</w:t>
      </w:r>
      <w:r w:rsidR="00A92730" w:rsidRPr="007C6C4B">
        <w:rPr>
          <w:rFonts w:ascii="Arial" w:hAnsi="Arial"/>
        </w:rPr>
        <w:t xml:space="preserve"> beschermd zit</w:t>
      </w:r>
    </w:p>
    <w:p w14:paraId="0652558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t</w:t>
      </w:r>
      <w:r w:rsidR="006F57F5" w:rsidRPr="007C6C4B">
        <w:rPr>
          <w:rFonts w:ascii="Arial" w:hAnsi="Arial"/>
        </w:rPr>
        <w:t>emperatuur van douchewater instelbaar</w:t>
      </w:r>
    </w:p>
    <w:p w14:paraId="1FA6E06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ouchestraalsterkte instelbaar in vijf standen</w:t>
      </w:r>
    </w:p>
    <w:p w14:paraId="5FFC6FAA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</w:t>
      </w:r>
      <w:r w:rsidR="006F57F5" w:rsidRPr="007C6C4B">
        <w:rPr>
          <w:rFonts w:ascii="Arial" w:hAnsi="Arial"/>
        </w:rPr>
        <w:t>ouchearm positioneerbaar in vijf standen</w:t>
      </w:r>
    </w:p>
    <w:p w14:paraId="7254C431" w14:textId="77777777" w:rsidR="006F57F5" w:rsidRPr="007C6C4B" w:rsidRDefault="00C87C4F" w:rsidP="00FA588D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scillerende douche (automatisch vooruit en achteruit bewegen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van de douchearm)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instelbaar</w:t>
      </w:r>
    </w:p>
    <w:p w14:paraId="38F77A2C" w14:textId="5682CE55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ntkalkingsprogramma</w:t>
      </w:r>
    </w:p>
    <w:p w14:paraId="73327B07" w14:textId="435A3128" w:rsidR="00232DD7" w:rsidRPr="007C6C4B" w:rsidRDefault="00232DD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droogarm is uitschuifbaar</w:t>
      </w:r>
    </w:p>
    <w:p w14:paraId="7470696F" w14:textId="4726A7F9" w:rsidR="00544EB7" w:rsidRPr="007C6C4B" w:rsidRDefault="00544EB7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geurextractie met naloopfunctie</w:t>
      </w:r>
    </w:p>
    <w:p w14:paraId="0916B2E5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g</w:t>
      </w:r>
      <w:r w:rsidR="006F57F5" w:rsidRPr="007C6C4B">
        <w:rPr>
          <w:rFonts w:ascii="Arial" w:hAnsi="Arial"/>
        </w:rPr>
        <w:t>ebruikersdetectie</w:t>
      </w:r>
    </w:p>
    <w:p w14:paraId="46D9A48D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c-zittingsring en wc-deksel met SoftClosing</w:t>
      </w:r>
    </w:p>
    <w:p w14:paraId="268A9941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w</w:t>
      </w:r>
      <w:r w:rsidR="006F57F5" w:rsidRPr="007C6C4B">
        <w:rPr>
          <w:rFonts w:ascii="Arial" w:hAnsi="Arial"/>
        </w:rPr>
        <w:t>c-deksel met SoftOpening</w:t>
      </w:r>
    </w:p>
    <w:p w14:paraId="2E2618E6" w14:textId="3175D418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lastRenderedPageBreak/>
        <w:t>a</w:t>
      </w:r>
      <w:r w:rsidR="006F57F5" w:rsidRPr="007C6C4B">
        <w:rPr>
          <w:rFonts w:ascii="Arial" w:hAnsi="Arial"/>
        </w:rPr>
        <w:t xml:space="preserve">ctivering van het oriëntatielicht </w:t>
      </w:r>
      <w:r w:rsidR="0078454D" w:rsidRPr="007C6C4B">
        <w:rPr>
          <w:rFonts w:ascii="Arial" w:hAnsi="Arial"/>
        </w:rPr>
        <w:t>bij nadering</w:t>
      </w:r>
    </w:p>
    <w:p w14:paraId="0695F19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o</w:t>
      </w:r>
      <w:r w:rsidR="006F57F5" w:rsidRPr="007C6C4B">
        <w:rPr>
          <w:rFonts w:ascii="Arial" w:hAnsi="Arial"/>
        </w:rPr>
        <w:t>riëntatielicht instelbaar in zeven kleuren</w:t>
      </w:r>
    </w:p>
    <w:p w14:paraId="4161227D" w14:textId="77777777" w:rsidR="006F57F5" w:rsidRPr="007C6C4B" w:rsidRDefault="006F57F5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instellingen</w:t>
      </w:r>
      <w:r w:rsidR="00C87C4F" w:rsidRPr="007C6C4B">
        <w:rPr>
          <w:rFonts w:ascii="Arial" w:hAnsi="Arial"/>
        </w:rPr>
        <w:t xml:space="preserve"> aanpasbaar</w:t>
      </w:r>
      <w:r w:rsidRPr="007C6C4B">
        <w:rPr>
          <w:rFonts w:ascii="Arial" w:hAnsi="Arial"/>
        </w:rPr>
        <w:t xml:space="preserve"> met afstandsbediening</w:t>
      </w:r>
      <w:r w:rsidR="00C87C4F" w:rsidRPr="007C6C4B">
        <w:rPr>
          <w:rFonts w:ascii="Arial" w:hAnsi="Arial"/>
        </w:rPr>
        <w:t xml:space="preserve"> of met een App</w:t>
      </w:r>
      <w:r w:rsidR="00E37BFE" w:rsidRPr="007C6C4B">
        <w:rPr>
          <w:rFonts w:ascii="Arial" w:hAnsi="Arial"/>
        </w:rPr>
        <w:t xml:space="preserve"> van dezelfde fabrikant</w:t>
      </w:r>
    </w:p>
    <w:p w14:paraId="4674F4F2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vie</w:t>
      </w:r>
      <w:r w:rsidR="006F57F5" w:rsidRPr="007C6C4B">
        <w:rPr>
          <w:rFonts w:ascii="Arial" w:hAnsi="Arial"/>
        </w:rPr>
        <w:t>r gebruikersprofielen programmeerbaar</w:t>
      </w:r>
    </w:p>
    <w:p w14:paraId="0FE5B219" w14:textId="77777777" w:rsidR="006F57F5" w:rsidRPr="007C6C4B" w:rsidRDefault="00C87C4F" w:rsidP="00DA0ABA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aan de watertoevoer links aan de zijkant, verdoken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achter keramische wc-pot</w:t>
      </w:r>
    </w:p>
    <w:p w14:paraId="79EE15D0" w14:textId="77777777" w:rsidR="006F57F5" w:rsidRPr="007C6C4B" w:rsidRDefault="00C87C4F" w:rsidP="00D471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a</w:t>
      </w:r>
      <w:r w:rsidR="006F57F5" w:rsidRPr="007C6C4B">
        <w:rPr>
          <w:rFonts w:ascii="Arial" w:hAnsi="Arial"/>
        </w:rPr>
        <w:t>ansluiting (stekker met een 3-adrige soepele kabel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beschermmantel) aan het electriciteitsnet, aan de rechterzijde,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verdoken achter de wc-pot</w:t>
      </w:r>
    </w:p>
    <w:p w14:paraId="3DC7B743" w14:textId="77777777" w:rsidR="006F57F5" w:rsidRPr="007C6C4B" w:rsidRDefault="00C87C4F" w:rsidP="00A635B6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de watertoevoer, links aan de zijkant met</w:t>
      </w:r>
      <w:r w:rsidRPr="007C6C4B">
        <w:rPr>
          <w:rFonts w:ascii="Arial" w:hAnsi="Arial"/>
        </w:rPr>
        <w:t xml:space="preserve"> </w:t>
      </w:r>
      <w:r w:rsidR="006F57F5" w:rsidRPr="007C6C4B">
        <w:rPr>
          <w:rFonts w:ascii="Arial" w:hAnsi="Arial"/>
        </w:rPr>
        <w:t>toebehoren mogelijk</w:t>
      </w:r>
    </w:p>
    <w:p w14:paraId="31CE51FE" w14:textId="77777777" w:rsidR="006F57F5" w:rsidRPr="007C6C4B" w:rsidRDefault="00C87C4F" w:rsidP="006F57F5">
      <w:pPr>
        <w:pStyle w:val="Bulleted1"/>
        <w:rPr>
          <w:rFonts w:ascii="Arial" w:hAnsi="Arial"/>
        </w:rPr>
      </w:pPr>
      <w:r w:rsidRPr="007C6C4B">
        <w:rPr>
          <w:rFonts w:ascii="Arial" w:hAnsi="Arial"/>
        </w:rPr>
        <w:t>e</w:t>
      </w:r>
      <w:r w:rsidR="006F57F5" w:rsidRPr="007C6C4B">
        <w:rPr>
          <w:rFonts w:ascii="Arial" w:hAnsi="Arial"/>
        </w:rPr>
        <w:t>xterne aansluiting aan het elektriciteitsnet, aan de rechterzijde,</w:t>
      </w:r>
      <w:r w:rsidRPr="007C6C4B">
        <w:rPr>
          <w:rFonts w:ascii="Arial" w:hAnsi="Arial"/>
        </w:rPr>
        <w:t xml:space="preserve"> met stopcontact mogelijk</w:t>
      </w:r>
    </w:p>
    <w:bookmarkEnd w:id="1"/>
    <w:p w14:paraId="532C5025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A4373F0" w14:textId="77777777" w:rsidTr="00A2047D">
        <w:tc>
          <w:tcPr>
            <w:tcW w:w="1163" w:type="dxa"/>
          </w:tcPr>
          <w:p w14:paraId="660B713B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6003E3CF" w14:textId="398D9082" w:rsidR="0020639C" w:rsidRPr="00735DE7" w:rsidRDefault="00C87C4F" w:rsidP="00157D48">
            <w:pPr>
              <w:jc w:val="right"/>
            </w:pPr>
            <w:r>
              <w:t>3</w:t>
            </w:r>
            <w:r w:rsidR="002718F7">
              <w:t>9</w:t>
            </w:r>
          </w:p>
        </w:tc>
        <w:tc>
          <w:tcPr>
            <w:tcW w:w="85" w:type="dxa"/>
          </w:tcPr>
          <w:p w14:paraId="10477450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2045DB0F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32F1988E" w14:textId="77777777" w:rsidR="0020639C" w:rsidRPr="00735DE7" w:rsidRDefault="0020639C" w:rsidP="00157D48"/>
        </w:tc>
        <w:tc>
          <w:tcPr>
            <w:tcW w:w="6713" w:type="dxa"/>
          </w:tcPr>
          <w:p w14:paraId="79764BB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7815500" w14:textId="77777777" w:rsidTr="00A2047D">
        <w:tc>
          <w:tcPr>
            <w:tcW w:w="1163" w:type="dxa"/>
          </w:tcPr>
          <w:p w14:paraId="18C38A8B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0A6AD7F" w14:textId="6774BCBD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2718F7">
              <w:rPr>
                <w:rFonts w:ascii="Arial" w:hAnsi="Arial"/>
              </w:rPr>
              <w:t>9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355AA10D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70E1473C" w14:textId="48859952" w:rsidR="0020639C" w:rsidRPr="00C26C00" w:rsidRDefault="002718F7" w:rsidP="00157D48">
            <w:r>
              <w:t>0</w:t>
            </w:r>
          </w:p>
        </w:tc>
        <w:tc>
          <w:tcPr>
            <w:tcW w:w="142" w:type="dxa"/>
          </w:tcPr>
          <w:p w14:paraId="0D76CEFF" w14:textId="77777777" w:rsidR="0020639C" w:rsidRPr="00C26C00" w:rsidRDefault="0020639C" w:rsidP="00157D48"/>
        </w:tc>
        <w:tc>
          <w:tcPr>
            <w:tcW w:w="6713" w:type="dxa"/>
          </w:tcPr>
          <w:p w14:paraId="21EFCC67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07A6A2B7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CB07469" w14:textId="77777777" w:rsidTr="005F38EA">
        <w:trPr>
          <w:trHeight w:val="80"/>
        </w:trPr>
        <w:tc>
          <w:tcPr>
            <w:tcW w:w="3685" w:type="dxa"/>
          </w:tcPr>
          <w:p w14:paraId="1EBD056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5485C9E3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B9EF88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4471A2E3" w14:textId="77777777" w:rsidTr="005F38EA">
        <w:tc>
          <w:tcPr>
            <w:tcW w:w="3685" w:type="dxa"/>
          </w:tcPr>
          <w:p w14:paraId="686EAA2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7883458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0E58C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1FC05B0B" w14:textId="77777777" w:rsidTr="005F38EA">
        <w:tc>
          <w:tcPr>
            <w:tcW w:w="3685" w:type="dxa"/>
          </w:tcPr>
          <w:p w14:paraId="5682C65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71FEE1D2" w14:textId="77777777" w:rsidR="005F38EA" w:rsidRPr="002A1799" w:rsidRDefault="005F38EA" w:rsidP="005F38EA"/>
        </w:tc>
        <w:tc>
          <w:tcPr>
            <w:tcW w:w="4961" w:type="dxa"/>
          </w:tcPr>
          <w:p w14:paraId="5A2A31A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42FCAE6D" w14:textId="77777777" w:rsidTr="005F38EA">
        <w:tc>
          <w:tcPr>
            <w:tcW w:w="3685" w:type="dxa"/>
          </w:tcPr>
          <w:p w14:paraId="31717A6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6970BCB8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504C4C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18A066D4" w14:textId="77777777" w:rsidTr="005F38EA">
        <w:tc>
          <w:tcPr>
            <w:tcW w:w="3685" w:type="dxa"/>
          </w:tcPr>
          <w:p w14:paraId="72BC59AC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3EC8FFAA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4004F10D" w14:textId="155B07F0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200</w:t>
            </w:r>
            <w:r w:rsidR="005F38EA" w:rsidRPr="005F38EA">
              <w:rPr>
                <w:rFonts w:ascii="Arial" w:hAnsi="Arial"/>
              </w:rPr>
              <w:t>0 W</w:t>
            </w:r>
          </w:p>
        </w:tc>
      </w:tr>
      <w:tr w:rsidR="005F38EA" w:rsidRPr="002A1799" w14:paraId="4E7B45A6" w14:textId="77777777" w:rsidTr="005F38EA">
        <w:tc>
          <w:tcPr>
            <w:tcW w:w="3685" w:type="dxa"/>
          </w:tcPr>
          <w:p w14:paraId="5C95841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EF9659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0BAEF4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2BACA1C7" w14:textId="77777777" w:rsidTr="005F38EA">
        <w:tc>
          <w:tcPr>
            <w:tcW w:w="3685" w:type="dxa"/>
          </w:tcPr>
          <w:p w14:paraId="6A2BC1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Stromingsdruk</w:t>
            </w:r>
          </w:p>
        </w:tc>
        <w:tc>
          <w:tcPr>
            <w:tcW w:w="284" w:type="dxa"/>
          </w:tcPr>
          <w:p w14:paraId="2BB2EC6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0A243FB4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5F38EA" w:rsidRPr="002A1799" w14:paraId="21012622" w14:textId="77777777" w:rsidTr="005F38EA">
        <w:tc>
          <w:tcPr>
            <w:tcW w:w="3685" w:type="dxa"/>
          </w:tcPr>
          <w:p w14:paraId="18C70A6A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26E7440D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12A5B6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23DD18B9" w14:textId="77777777" w:rsidTr="005F38EA">
        <w:tc>
          <w:tcPr>
            <w:tcW w:w="3685" w:type="dxa"/>
          </w:tcPr>
          <w:p w14:paraId="4420A42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3346D9D7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01FED3D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54886F2F" w14:textId="77777777" w:rsidTr="005F38EA">
        <w:tc>
          <w:tcPr>
            <w:tcW w:w="3685" w:type="dxa"/>
          </w:tcPr>
          <w:p w14:paraId="740A49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49BA1F5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451E345" w14:textId="0177B559" w:rsidR="005F38EA" w:rsidRPr="005F38EA" w:rsidRDefault="00530F71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30 - </w:t>
            </w:r>
            <w:r w:rsidR="005F38EA" w:rsidRPr="005F38EA">
              <w:rPr>
                <w:rFonts w:ascii="Arial" w:hAnsi="Arial"/>
              </w:rPr>
              <w:t>50 s</w:t>
            </w:r>
          </w:p>
        </w:tc>
      </w:tr>
      <w:tr w:rsidR="005F38EA" w:rsidRPr="002A1799" w14:paraId="36D6E0C6" w14:textId="77777777" w:rsidTr="005F38EA">
        <w:tc>
          <w:tcPr>
            <w:tcW w:w="3685" w:type="dxa"/>
          </w:tcPr>
          <w:p w14:paraId="111E42D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50F78AC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439499A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6C79EE9C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CC3B8FB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06468280" w14:textId="77777777" w:rsidR="00950754" w:rsidRDefault="00950754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1B9C34A7" w14:textId="51ECD8D0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5541AB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529C9860" w14:textId="5A952153" w:rsidR="00FB49FD" w:rsidRDefault="003D5C69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262C632B" wp14:editId="0FE51F52">
                  <wp:extent cx="1938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8E6D12" w14:textId="3B960548" w:rsidR="00FB49FD" w:rsidRDefault="003D5C69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555CDF" wp14:editId="36D895F4">
                  <wp:extent cx="2427618" cy="1823493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337" cy="1852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EFB2F58" w14:textId="1082E0E5" w:rsidR="00FB49FD" w:rsidRDefault="003D5C69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FA735B" wp14:editId="2E282C72">
                  <wp:extent cx="1923415" cy="216027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3"/>
    </w:tbl>
    <w:p w14:paraId="6691867D" w14:textId="1D32A94F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7E16976" w14:textId="19BC2CED" w:rsidR="003E3EBE" w:rsidRDefault="003D5C6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68826B19" wp14:editId="73C94CE6">
            <wp:extent cx="1841348" cy="1431844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6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43A77" wp14:editId="0E8CAB30">
            <wp:extent cx="1877110" cy="1439117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3844" cy="146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7BDF8" w14:textId="1520667E" w:rsidR="00C42BFF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Foto</w:t>
      </w:r>
      <w:r w:rsidR="003E308D">
        <w:rPr>
          <w:rFonts w:ascii="Arial" w:hAnsi="Arial" w:cs="Arial"/>
          <w:lang w:val="nl-BE"/>
        </w:rPr>
        <w:t>'s:</w:t>
      </w:r>
      <w:r>
        <w:rPr>
          <w:rFonts w:ascii="Arial" w:hAnsi="Arial" w:cs="Arial"/>
          <w:lang w:val="nl-BE"/>
        </w:rPr>
        <w:t xml:space="preserve"> glansverchroomd</w:t>
      </w:r>
      <w:r w:rsidR="003E308D">
        <w:rPr>
          <w:rFonts w:ascii="Arial" w:hAnsi="Arial" w:cs="Arial"/>
          <w:lang w:val="nl-BE"/>
        </w:rPr>
        <w:t>e uitvoering links, witte uitvoering rechts</w:t>
      </w:r>
    </w:p>
    <w:p w14:paraId="615F8E5C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64D8" w14:textId="77777777" w:rsidR="00832446" w:rsidRDefault="00832446">
      <w:r>
        <w:separator/>
      </w:r>
    </w:p>
  </w:endnote>
  <w:endnote w:type="continuationSeparator" w:id="0">
    <w:p w14:paraId="4C4FF982" w14:textId="77777777" w:rsidR="00832446" w:rsidRDefault="0083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259FE8E6" w14:textId="77777777">
      <w:tc>
        <w:tcPr>
          <w:tcW w:w="3392" w:type="dxa"/>
        </w:tcPr>
        <w:p w14:paraId="2AD24BAA" w14:textId="77777777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0AD7692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9AAB99E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2B674D5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BA2C7" w14:textId="77777777" w:rsidR="00832446" w:rsidRDefault="00832446">
      <w:r>
        <w:separator/>
      </w:r>
    </w:p>
  </w:footnote>
  <w:footnote w:type="continuationSeparator" w:id="0">
    <w:p w14:paraId="2378C59B" w14:textId="77777777" w:rsidR="00832446" w:rsidRDefault="00832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2D25B" w14:textId="3698DFBA" w:rsidR="00E43D97" w:rsidRPr="003D5C69" w:rsidRDefault="00E43D97" w:rsidP="00080B0F">
    <w:pPr>
      <w:pStyle w:val="Header"/>
      <w:rPr>
        <w:rFonts w:ascii="Arial" w:hAnsi="Arial"/>
        <w:b/>
        <w:szCs w:val="24"/>
        <w:lang w:val="en-US"/>
      </w:rPr>
    </w:pPr>
    <w:r w:rsidRPr="003D5C69">
      <w:rPr>
        <w:rFonts w:ascii="Arial" w:hAnsi="Arial"/>
        <w:b/>
        <w:lang w:val="en-US"/>
      </w:rPr>
      <w:t xml:space="preserve">Geberit </w:t>
    </w:r>
    <w:r w:rsidR="00BE57EA" w:rsidRPr="003D5C69">
      <w:rPr>
        <w:rFonts w:ascii="Arial" w:hAnsi="Arial"/>
        <w:b/>
        <w:lang w:val="en-US"/>
      </w:rPr>
      <w:t xml:space="preserve">AquaClean </w:t>
    </w:r>
    <w:r w:rsidR="003D5C69" w:rsidRPr="003D5C69">
      <w:rPr>
        <w:rFonts w:ascii="Arial" w:hAnsi="Arial"/>
        <w:b/>
        <w:lang w:val="en-US"/>
      </w:rPr>
      <w:t>Mera</w:t>
    </w:r>
    <w:r w:rsidR="00BE57EA" w:rsidRPr="003D5C69">
      <w:rPr>
        <w:rFonts w:ascii="Arial" w:hAnsi="Arial"/>
        <w:b/>
        <w:lang w:val="en-US"/>
      </w:rPr>
      <w:t xml:space="preserve"> </w:t>
    </w:r>
    <w:r w:rsidR="003D5C69">
      <w:rPr>
        <w:rFonts w:ascii="Arial" w:hAnsi="Arial"/>
        <w:b/>
        <w:lang w:val="en-US"/>
      </w:rPr>
      <w:t>Comfort</w:t>
    </w:r>
    <w:r w:rsidRPr="003D5C69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1A544B98" wp14:editId="2EE4CB74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2CD8CF" w14:textId="24220AA1" w:rsidR="00E43D97" w:rsidRPr="003D5C69" w:rsidRDefault="003D5C69" w:rsidP="00080B0F">
    <w:pPr>
      <w:pStyle w:val="Header"/>
      <w:rPr>
        <w:rFonts w:ascii="Arial" w:hAnsi="Arial"/>
        <w:b/>
        <w:lang w:val="en-US"/>
      </w:rPr>
    </w:pPr>
    <w:r w:rsidRPr="003D5C69">
      <w:rPr>
        <w:rFonts w:ascii="Arial" w:hAnsi="Arial"/>
        <w:b/>
        <w:lang w:val="en-US"/>
      </w:rPr>
      <w:t xml:space="preserve">complete </w:t>
    </w:r>
    <w:r w:rsidR="00BE57EA" w:rsidRPr="003D5C69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6A53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66CD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2DD7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8F7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301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5407"/>
    <w:rsid w:val="00354759"/>
    <w:rsid w:val="003657E1"/>
    <w:rsid w:val="0036662E"/>
    <w:rsid w:val="0036721D"/>
    <w:rsid w:val="00367550"/>
    <w:rsid w:val="0037123D"/>
    <w:rsid w:val="003746C3"/>
    <w:rsid w:val="00374FF7"/>
    <w:rsid w:val="003753C6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5C69"/>
    <w:rsid w:val="003D62A2"/>
    <w:rsid w:val="003E022F"/>
    <w:rsid w:val="003E0617"/>
    <w:rsid w:val="003E149A"/>
    <w:rsid w:val="003E240D"/>
    <w:rsid w:val="003E308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0F71"/>
    <w:rsid w:val="00532AC1"/>
    <w:rsid w:val="00533DF0"/>
    <w:rsid w:val="00535D6A"/>
    <w:rsid w:val="00537904"/>
    <w:rsid w:val="00540609"/>
    <w:rsid w:val="00540DBE"/>
    <w:rsid w:val="00540FED"/>
    <w:rsid w:val="00544EB7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66810"/>
    <w:rsid w:val="00670227"/>
    <w:rsid w:val="00670CC4"/>
    <w:rsid w:val="0067310E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3F19"/>
    <w:rsid w:val="00767AB8"/>
    <w:rsid w:val="007711F1"/>
    <w:rsid w:val="00771E82"/>
    <w:rsid w:val="0077283C"/>
    <w:rsid w:val="007728AF"/>
    <w:rsid w:val="007733F4"/>
    <w:rsid w:val="00775CF2"/>
    <w:rsid w:val="00777F6E"/>
    <w:rsid w:val="0078454D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C4B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0754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542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9A3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324A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2B0F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80CBB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626C95D-15B3-4EB2-9C15-57FF24D2EB9E}"/>
</file>

<file path=customXml/itemProps2.xml><?xml version="1.0" encoding="utf-8"?>
<ds:datastoreItem xmlns:ds="http://schemas.openxmlformats.org/officeDocument/2006/customXml" ds:itemID="{C7FB282F-3A89-4AD5-9AE6-534E93E7FB4F}"/>
</file>

<file path=customXml/itemProps3.xml><?xml version="1.0" encoding="utf-8"?>
<ds:datastoreItem xmlns:ds="http://schemas.openxmlformats.org/officeDocument/2006/customXml" ds:itemID="{BA3A8947-7B00-4D33-B31F-DFCCC788393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105</TotalTime>
  <Pages>3</Pages>
  <Words>450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2021-12-15T12:30:00Z</dcterms:created>
  <dcterms:modified xsi:type="dcterms:W3CDTF">2021-12-15T14:15:00Z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2021-12-15T12:30:28Z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432100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